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4BA" w:rsidRDefault="003D44BA" w:rsidP="003D44BA">
      <w:bookmarkStart w:id="0" w:name="Beginning"/>
      <w:bookmarkStart w:id="1" w:name="_Toc46829988"/>
      <w:bookmarkStart w:id="2" w:name="_Toc47262171"/>
      <w:bookmarkStart w:id="3" w:name="_Toc170554071"/>
      <w:bookmarkStart w:id="4" w:name="_Toc489429136"/>
    </w:p>
    <w:p w:rsidR="003D44BA" w:rsidRDefault="00D82084" w:rsidP="003D44BA">
      <w:pPr>
        <w:pStyle w:val="Title"/>
      </w:pPr>
      <w:r>
        <w:t>Very Important Business</w:t>
      </w:r>
    </w:p>
    <w:p w:rsidR="00C062CB" w:rsidRDefault="00C062CB" w:rsidP="00C062CB"/>
    <w:p w:rsidR="00730D02" w:rsidRDefault="00730D02" w:rsidP="00730D02">
      <w:pPr>
        <w:rPr>
          <w:noProof/>
        </w:rPr>
      </w:pPr>
    </w:p>
    <w:bookmarkEnd w:id="0"/>
    <w:p w:rsidR="00AC01B4" w:rsidRDefault="00C541E1" w:rsidP="00AC01B4">
      <w:r>
        <w:pict>
          <v:rect id="_x0000_i1026" style="width:0;height:1.5pt" o:hralign="center" o:hrstd="t" o:hr="t" fillcolor="#a0a0a0" stroked="f"/>
        </w:pict>
      </w: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-12955445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6E1E91" w:rsidRDefault="006E1E91">
          <w:pPr>
            <w:pStyle w:val="TOCHeading"/>
          </w:pPr>
          <w:r>
            <w:t>Table of Contents</w:t>
          </w:r>
        </w:p>
        <w:p w:rsidR="00A875CC" w:rsidRDefault="006E1E91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TOC \o "1-3" \h \z \u </w:instrText>
          </w:r>
          <w:r>
            <w:rPr>
              <w:noProof/>
            </w:rPr>
            <w:fldChar w:fldCharType="separate"/>
          </w:r>
          <w:hyperlink w:anchor="_Toc16081039" w:history="1">
            <w:r w:rsidR="00A875CC" w:rsidRPr="004B618D">
              <w:rPr>
                <w:rStyle w:val="Hyperlink"/>
                <w:noProof/>
              </w:rPr>
              <w:t>About this Document</w:t>
            </w:r>
            <w:r w:rsidR="00A875CC">
              <w:rPr>
                <w:noProof/>
                <w:webHidden/>
              </w:rPr>
              <w:tab/>
            </w:r>
            <w:r w:rsidR="00A875CC">
              <w:rPr>
                <w:noProof/>
                <w:webHidden/>
              </w:rPr>
              <w:fldChar w:fldCharType="begin"/>
            </w:r>
            <w:r w:rsidR="00A875CC">
              <w:rPr>
                <w:noProof/>
                <w:webHidden/>
              </w:rPr>
              <w:instrText xml:space="preserve"> PAGEREF _Toc16081039 \h </w:instrText>
            </w:r>
            <w:r w:rsidR="00A875CC">
              <w:rPr>
                <w:noProof/>
                <w:webHidden/>
              </w:rPr>
            </w:r>
            <w:r w:rsidR="00A875CC">
              <w:rPr>
                <w:noProof/>
                <w:webHidden/>
              </w:rPr>
              <w:fldChar w:fldCharType="separate"/>
            </w:r>
            <w:r w:rsidR="00A875CC">
              <w:rPr>
                <w:noProof/>
                <w:webHidden/>
              </w:rPr>
              <w:t>1</w:t>
            </w:r>
            <w:r w:rsidR="00A875CC">
              <w:rPr>
                <w:noProof/>
                <w:webHidden/>
              </w:rPr>
              <w:fldChar w:fldCharType="end"/>
            </w:r>
          </w:hyperlink>
        </w:p>
        <w:p w:rsidR="00A875CC" w:rsidRDefault="00A875CC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081040" w:history="1">
            <w:r w:rsidRPr="004B618D">
              <w:rPr>
                <w:rStyle w:val="Hyperlink"/>
                <w:noProof/>
              </w:rPr>
              <w:t>Company Policy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_Toc16081040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75CC" w:rsidRDefault="00A875CC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081041" w:history="1">
            <w:r w:rsidRPr="004B618D">
              <w:rPr>
                <w:rStyle w:val="Hyperlink"/>
                <w:noProof/>
              </w:rPr>
              <w:t>Current Student Involvement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_Toc16081041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75CC" w:rsidRDefault="00A875CC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081042" w:history="1">
            <w:r w:rsidRPr="004B618D">
              <w:rPr>
                <w:rStyle w:val="Hyperlink"/>
                <w:noProof/>
              </w:rPr>
              <w:t>Student Advisors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_Toc16081042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1E91" w:rsidRDefault="006E1E91">
          <w:r>
            <w:rPr>
              <w:b/>
              <w:bCs/>
              <w:noProof/>
            </w:rPr>
            <w:fldChar w:fldCharType="end"/>
          </w:r>
        </w:p>
      </w:sdtContent>
    </w:sdt>
    <w:p w:rsidR="00AC01B4" w:rsidRPr="00AC01B4" w:rsidRDefault="00C541E1" w:rsidP="00AC01B4">
      <w:r>
        <w:pict>
          <v:rect id="_x0000_i1027" style="width:0;height:1.5pt" o:hralign="center" o:hrstd="t" o:hr="t" fillcolor="#a0a0a0" stroked="f"/>
        </w:pict>
      </w:r>
    </w:p>
    <w:p w:rsidR="00A875CC" w:rsidRDefault="00A875CC" w:rsidP="00A875CC">
      <w:bookmarkStart w:id="5" w:name="Access"/>
      <w:bookmarkStart w:id="6" w:name="_Toc521678476"/>
      <w:bookmarkEnd w:id="1"/>
      <w:bookmarkEnd w:id="2"/>
      <w:bookmarkEnd w:id="3"/>
      <w:bookmarkEnd w:id="4"/>
    </w:p>
    <w:p w:rsidR="00A875CC" w:rsidRDefault="00A875CC" w:rsidP="00A875CC"/>
    <w:p w:rsidR="00AC510E" w:rsidRDefault="00A875CC" w:rsidP="005966FC">
      <w:pPr>
        <w:pStyle w:val="Ban9-Heading1"/>
      </w:pPr>
      <w:bookmarkStart w:id="7" w:name="_Toc16081039"/>
      <w:r>
        <w:t>About this Document</w:t>
      </w:r>
      <w:bookmarkEnd w:id="7"/>
    </w:p>
    <w:p w:rsidR="004179B4" w:rsidRPr="00B63578" w:rsidRDefault="00A875CC" w:rsidP="00A875CC">
      <w:pPr>
        <w:spacing w:line="360" w:lineRule="auto"/>
      </w:pPr>
      <w:bookmarkStart w:id="8" w:name="Questions"/>
      <w:bookmarkEnd w:id="5"/>
      <w:bookmarkEnd w:id="6"/>
      <w:r>
        <w:t>This document will be constantly updated with new lists of students and advisors. Please contact the saucer section with any questions.</w:t>
      </w:r>
    </w:p>
    <w:p w:rsidR="004C1036" w:rsidRPr="009957EE" w:rsidRDefault="004C1036" w:rsidP="004179B4">
      <w:pPr>
        <w:rPr>
          <w:b/>
        </w:rPr>
      </w:pPr>
    </w:p>
    <w:p w:rsidR="004C1036" w:rsidRDefault="00D82084" w:rsidP="004C1036">
      <w:pPr>
        <w:pStyle w:val="Ban9-Heading1"/>
      </w:pPr>
      <w:bookmarkStart w:id="9" w:name="_Toc16081040"/>
      <w:r>
        <w:t>Company Policy</w:t>
      </w:r>
      <w:bookmarkEnd w:id="9"/>
    </w:p>
    <w:p w:rsidR="004C1036" w:rsidRDefault="00A875CC" w:rsidP="00A875CC">
      <w:pPr>
        <w:spacing w:line="360" w:lineRule="auto"/>
      </w:pPr>
      <w:r>
        <w:t>Our continuing mission is to explore strange new worlds, to seek out new life and new civilizations, to boldly go where no one has gone before.</w:t>
      </w:r>
    </w:p>
    <w:p w:rsidR="004C1036" w:rsidRDefault="004C1036" w:rsidP="004C1036"/>
    <w:p w:rsidR="004C1036" w:rsidRPr="00820ADE" w:rsidRDefault="004C1036" w:rsidP="004C1036"/>
    <w:p w:rsidR="004C1036" w:rsidRDefault="004C1036" w:rsidP="004C1036">
      <w:pPr>
        <w:rPr>
          <w:rStyle w:val="Hyperlink"/>
          <w:b/>
        </w:rPr>
      </w:pPr>
    </w:p>
    <w:p w:rsidR="004179B4" w:rsidRPr="004179B4" w:rsidRDefault="004179B4" w:rsidP="004179B4"/>
    <w:p w:rsidR="00BE4680" w:rsidRPr="00BE4680" w:rsidRDefault="00BE4680" w:rsidP="00BE4680"/>
    <w:bookmarkEnd w:id="8"/>
    <w:p w:rsidR="00D82084" w:rsidRDefault="00D82084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957EE" w:rsidRDefault="00D82084" w:rsidP="00D82084">
      <w:pPr>
        <w:pStyle w:val="Ban9-Heading1"/>
      </w:pPr>
      <w:bookmarkStart w:id="10" w:name="_Toc16081041"/>
      <w:r>
        <w:lastRenderedPageBreak/>
        <w:t>Current Student Involvement</w:t>
      </w:r>
      <w:bookmarkEnd w:id="10"/>
    </w:p>
    <w:tbl>
      <w:tblPr>
        <w:tblStyle w:val="GridTable2-Accent4"/>
        <w:tblW w:w="9522" w:type="dxa"/>
        <w:tblLook w:val="0420" w:firstRow="1" w:lastRow="0" w:firstColumn="0" w:lastColumn="0" w:noHBand="0" w:noVBand="1"/>
      </w:tblPr>
      <w:tblGrid>
        <w:gridCol w:w="1460"/>
        <w:gridCol w:w="1270"/>
        <w:gridCol w:w="1540"/>
        <w:gridCol w:w="1572"/>
        <w:gridCol w:w="960"/>
        <w:gridCol w:w="960"/>
        <w:gridCol w:w="1760"/>
      </w:tblGrid>
      <w:tr w:rsidR="00D82084" w:rsidRPr="00D82084" w:rsidTr="00D82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Last Name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First Name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Address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City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State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Zip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Interest</w:t>
            </w: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Moore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Joseph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321 Lake Ave.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Kansas City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MO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64102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Accounting</w:t>
            </w: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Wilson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Charles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321 Elm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Wichita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67206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Accounting</w:t>
            </w: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Jackson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Paul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543 Second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Wichita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67226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Creative Writing</w:t>
            </w: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Jones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Michael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123 Oak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Salina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67401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Engineering</w:t>
            </w: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Miller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Richard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654 Cedar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Kansas City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MO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64030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Engineering</w:t>
            </w: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Taylor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Thomas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456 Hill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Oklahoma City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OK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73008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Engineering</w:t>
            </w: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Anderson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Christopher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567 Pine View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Winfield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67019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English</w:t>
            </w: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Smith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James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123 Main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Wichita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67208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Mathematics</w:t>
            </w: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Williams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Robert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321 Walnut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Beverly Hills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CA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90210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Mathematics</w:t>
            </w: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Johnson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John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987 Washington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Wichita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67260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Music</w:t>
            </w: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Davis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David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890 Maple Ave.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Tulsa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OK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74008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Music</w:t>
            </w: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Thomas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Daniel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321 First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Wichita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67208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 w:rsidRPr="00D82084">
              <w:rPr>
                <w:rFonts w:ascii="Calibri" w:hAnsi="Calibri" w:cs="Calibri"/>
                <w:color w:val="000000"/>
                <w:szCs w:val="22"/>
              </w:rPr>
              <w:t>Philosphy</w:t>
            </w:r>
            <w:proofErr w:type="spellEnd"/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27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4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2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Brown</w:t>
            </w:r>
          </w:p>
        </w:tc>
        <w:tc>
          <w:tcPr>
            <w:tcW w:w="127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William</w:t>
            </w:r>
          </w:p>
        </w:tc>
        <w:tc>
          <w:tcPr>
            <w:tcW w:w="154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567 Pine St.</w:t>
            </w:r>
          </w:p>
        </w:tc>
        <w:tc>
          <w:tcPr>
            <w:tcW w:w="1572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Wichita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KS</w:t>
            </w:r>
          </w:p>
        </w:tc>
        <w:tc>
          <w:tcPr>
            <w:tcW w:w="960" w:type="dxa"/>
            <w:noWrap/>
            <w:hideMark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67226</w:t>
            </w:r>
          </w:p>
        </w:tc>
        <w:tc>
          <w:tcPr>
            <w:tcW w:w="1760" w:type="dxa"/>
            <w:noWrap/>
            <w:hideMark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  <w:r w:rsidRPr="00D82084">
              <w:rPr>
                <w:rFonts w:ascii="Calibri" w:hAnsi="Calibri" w:cs="Calibri"/>
                <w:color w:val="000000"/>
                <w:szCs w:val="22"/>
              </w:rPr>
              <w:t>Psychology</w:t>
            </w: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27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4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2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82084" w:rsidRPr="00D82084" w:rsidTr="00D82084">
        <w:trPr>
          <w:trHeight w:val="300"/>
        </w:trPr>
        <w:tc>
          <w:tcPr>
            <w:tcW w:w="14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27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4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2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82084" w:rsidRP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27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4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2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noWrap/>
          </w:tcPr>
          <w:p w:rsidR="00D82084" w:rsidRPr="00D82084" w:rsidRDefault="00D82084" w:rsidP="00D82084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60" w:type="dxa"/>
            <w:noWrap/>
          </w:tcPr>
          <w:p w:rsidR="00D82084" w:rsidRPr="00D82084" w:rsidRDefault="00D82084" w:rsidP="00D82084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:rsidR="00D82084" w:rsidRDefault="00D82084" w:rsidP="00D82084"/>
    <w:p w:rsidR="00D82084" w:rsidRDefault="00D82084">
      <w:pPr>
        <w:spacing w:after="160" w:line="259" w:lineRule="auto"/>
      </w:pPr>
      <w:r>
        <w:br w:type="page"/>
      </w:r>
    </w:p>
    <w:p w:rsidR="00D82084" w:rsidRDefault="00D82084" w:rsidP="00D82084">
      <w:pPr>
        <w:pStyle w:val="Ban9-Heading1"/>
      </w:pPr>
      <w:bookmarkStart w:id="11" w:name="_Toc16081042"/>
      <w:r>
        <w:lastRenderedPageBreak/>
        <w:t>Student Advisors</w:t>
      </w:r>
      <w:bookmarkEnd w:id="11"/>
    </w:p>
    <w:tbl>
      <w:tblPr>
        <w:tblStyle w:val="GridTable2-Accent4"/>
        <w:tblW w:w="6653" w:type="dxa"/>
        <w:tblLayout w:type="fixed"/>
        <w:tblLook w:val="0420" w:firstRow="1" w:lastRow="0" w:firstColumn="0" w:lastColumn="0" w:noHBand="0" w:noVBand="1"/>
      </w:tblPr>
      <w:tblGrid>
        <w:gridCol w:w="1676"/>
        <w:gridCol w:w="1788"/>
        <w:gridCol w:w="3189"/>
      </w:tblGrid>
      <w:tr w:rsidR="00D82084" w:rsidTr="00D82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Last Name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First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Area</w:t>
            </w:r>
          </w:p>
        </w:tc>
      </w:tr>
      <w:tr w:rsid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Archer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Jonathan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Music</w:t>
            </w:r>
          </w:p>
        </w:tc>
      </w:tr>
      <w:tr w:rsidR="00D82084" w:rsidTr="00D82084">
        <w:trPr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Barcley</w:t>
            </w:r>
            <w:proofErr w:type="spellEnd"/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Reginald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Engineering</w:t>
            </w:r>
          </w:p>
        </w:tc>
      </w:tr>
      <w:tr w:rsid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Bashir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Julian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Biology</w:t>
            </w:r>
          </w:p>
        </w:tc>
      </w:tr>
      <w:tr w:rsidR="00D82084" w:rsidTr="00D82084">
        <w:trPr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Burnham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Michael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Physics</w:t>
            </w:r>
          </w:p>
        </w:tc>
      </w:tr>
      <w:tr w:rsid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Chekov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Pavel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English</w:t>
            </w:r>
          </w:p>
        </w:tc>
        <w:bookmarkStart w:id="12" w:name="_GoBack"/>
        <w:bookmarkEnd w:id="12"/>
      </w:tr>
      <w:tr w:rsidR="00D82084" w:rsidTr="00D82084">
        <w:trPr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Crusher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Beverly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Pre Med</w:t>
            </w:r>
            <w:proofErr w:type="gramEnd"/>
          </w:p>
        </w:tc>
      </w:tr>
      <w:tr w:rsid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Dax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Jadzia</w:t>
            </w:r>
            <w:proofErr w:type="spellEnd"/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Philosophy</w:t>
            </w:r>
          </w:p>
        </w:tc>
      </w:tr>
      <w:tr w:rsidR="00D82084" w:rsidTr="00D82084">
        <w:trPr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Georgiou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Philippa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Business</w:t>
            </w:r>
          </w:p>
        </w:tc>
      </w:tr>
      <w:tr w:rsid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Janeway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Kathryn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Mathematics</w:t>
            </w:r>
          </w:p>
        </w:tc>
      </w:tr>
      <w:tr w:rsidR="00D82084" w:rsidTr="00D82084">
        <w:trPr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Kirk</w:t>
            </w: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James</w:t>
            </w: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Performing Arts</w:t>
            </w:r>
          </w:p>
        </w:tc>
      </w:tr>
      <w:tr w:rsid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</w:tr>
      <w:tr w:rsidR="00D82084" w:rsidTr="00D82084">
        <w:trPr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</w:tr>
      <w:tr w:rsidR="00D82084" w:rsidTr="00D820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tcW w:w="1676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189" w:type="dxa"/>
          </w:tcPr>
          <w:p w:rsidR="00D82084" w:rsidRDefault="00D8208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</w:pPr>
          </w:p>
        </w:tc>
      </w:tr>
    </w:tbl>
    <w:p w:rsidR="00D82084" w:rsidRPr="00D82084" w:rsidRDefault="00D82084" w:rsidP="00D82084"/>
    <w:sectPr w:rsidR="00D82084" w:rsidRPr="00D82084" w:rsidSect="00295A55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1E1" w:rsidRDefault="00C541E1" w:rsidP="00E61F35">
      <w:r>
        <w:separator/>
      </w:r>
    </w:p>
  </w:endnote>
  <w:endnote w:type="continuationSeparator" w:id="0">
    <w:p w:rsidR="00C541E1" w:rsidRDefault="00C541E1" w:rsidP="00E6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3677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B4934" w:rsidRDefault="003B493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E1E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E1E91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3B4934" w:rsidRDefault="003B49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1E1" w:rsidRDefault="00C541E1" w:rsidP="00E61F35">
      <w:r>
        <w:separator/>
      </w:r>
    </w:p>
  </w:footnote>
  <w:footnote w:type="continuationSeparator" w:id="0">
    <w:p w:rsidR="00C541E1" w:rsidRDefault="00C541E1" w:rsidP="00E6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934" w:rsidRPr="00295A55" w:rsidRDefault="003B4934" w:rsidP="00295A55">
    <w:pPr>
      <w:pStyle w:val="Header"/>
      <w:rPr>
        <w:i/>
        <w:sz w:val="2"/>
        <w:szCs w:val="2"/>
      </w:rPr>
    </w:pPr>
    <w:r w:rsidRPr="00295A55">
      <w:rPr>
        <w:noProof/>
        <w:sz w:val="2"/>
        <w:szCs w:val="2"/>
      </w:rPr>
      <w:drawing>
        <wp:inline distT="0" distB="0" distL="0" distR="0">
          <wp:extent cx="1645920" cy="460307"/>
          <wp:effectExtent l="0" t="0" r="0" b="0"/>
          <wp:docPr id="1" name="Picture 1" descr="WSU Logo" title="WS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su_horizontal_color_we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2" t="11678" r="5588" b="6481"/>
                  <a:stretch/>
                </pic:blipFill>
                <pic:spPr bwMode="auto">
                  <a:xfrm>
                    <a:off x="0" y="0"/>
                    <a:ext cx="1650468" cy="4615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B4934" w:rsidRPr="00FF1B3B" w:rsidRDefault="003B4934" w:rsidP="00CD0A3A">
    <w:pPr>
      <w:pStyle w:val="Header"/>
      <w:rPr>
        <w:i/>
        <w:sz w:val="16"/>
        <w:szCs w:val="16"/>
      </w:rPr>
    </w:pPr>
    <w:r w:rsidRPr="00182C7F">
      <w:rPr>
        <w:i/>
        <w:sz w:val="16"/>
        <w:szCs w:val="16"/>
      </w:rPr>
      <w:t xml:space="preserve">Last Updated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DATE \@ "MMMM d, yyyy" </w:instrText>
    </w:r>
    <w:r>
      <w:rPr>
        <w:i/>
        <w:sz w:val="16"/>
        <w:szCs w:val="16"/>
      </w:rPr>
      <w:fldChar w:fldCharType="separate"/>
    </w:r>
    <w:r w:rsidR="00D82084">
      <w:rPr>
        <w:i/>
        <w:noProof/>
        <w:sz w:val="16"/>
        <w:szCs w:val="16"/>
      </w:rPr>
      <w:t>August 7, 2019</w:t>
    </w:r>
    <w:r>
      <w:rPr>
        <w:i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45pt;height:45pt" o:bullet="t">
        <v:imagedata r:id="rId1" o:title="SmInformation"/>
      </v:shape>
    </w:pict>
  </w:numPicBullet>
  <w:abstractNum w:abstractNumId="0" w15:restartNumberingAfterBreak="0">
    <w:nsid w:val="02006F8F"/>
    <w:multiLevelType w:val="multilevel"/>
    <w:tmpl w:val="31865CD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" w15:restartNumberingAfterBreak="0">
    <w:nsid w:val="042A6060"/>
    <w:multiLevelType w:val="multilevel"/>
    <w:tmpl w:val="79D2E2EC"/>
    <w:numStyleLink w:val="SectionOutline"/>
  </w:abstractNum>
  <w:abstractNum w:abstractNumId="2" w15:restartNumberingAfterBreak="0">
    <w:nsid w:val="05DB499E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" w15:restartNumberingAfterBreak="0">
    <w:nsid w:val="07FE5AC4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" w15:restartNumberingAfterBreak="0">
    <w:nsid w:val="09DC6EC7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5" w15:restartNumberingAfterBreak="0">
    <w:nsid w:val="116A3B7F"/>
    <w:multiLevelType w:val="hybridMultilevel"/>
    <w:tmpl w:val="8388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D1324"/>
    <w:multiLevelType w:val="hybridMultilevel"/>
    <w:tmpl w:val="F6CC9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16607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8" w15:restartNumberingAfterBreak="0">
    <w:nsid w:val="1DCA0798"/>
    <w:multiLevelType w:val="hybridMultilevel"/>
    <w:tmpl w:val="5BA65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76454"/>
    <w:multiLevelType w:val="hybridMultilevel"/>
    <w:tmpl w:val="FDF8C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53894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1" w15:restartNumberingAfterBreak="0">
    <w:nsid w:val="27BC1950"/>
    <w:multiLevelType w:val="hybridMultilevel"/>
    <w:tmpl w:val="6DFCE8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6248"/>
    <w:multiLevelType w:val="hybridMultilevel"/>
    <w:tmpl w:val="423EC4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F0BFA"/>
    <w:multiLevelType w:val="hybridMultilevel"/>
    <w:tmpl w:val="16283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73227"/>
    <w:multiLevelType w:val="multilevel"/>
    <w:tmpl w:val="F60E2984"/>
    <w:styleLink w:val="Steps"/>
    <w:lvl w:ilvl="0">
      <w:start w:val="1"/>
      <w:numFmt w:val="none"/>
      <w:pStyle w:val="UnitLine"/>
      <w:suff w:val="nothing"/>
      <w:lvlText w:val="%1"/>
      <w:lvlJc w:val="left"/>
      <w:pPr>
        <w:ind w:left="144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2">
      <w:start w:val="1"/>
      <w:numFmt w:val="upperLetter"/>
      <w:pStyle w:val="Step2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pStyle w:val="Note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w w:val="100"/>
        <w:position w:val="0"/>
        <w:sz w:val="22"/>
      </w:rPr>
    </w:lvl>
    <w:lvl w:ilvl="4">
      <w:start w:val="1"/>
      <w:numFmt w:val="lowerRoman"/>
      <w:pStyle w:val="Step3"/>
      <w:lvlText w:val="%5."/>
      <w:lvlJc w:val="right"/>
      <w:pPr>
        <w:ind w:left="3600" w:hanging="720"/>
      </w:pPr>
      <w:rPr>
        <w:rFonts w:hint="default"/>
        <w:color w:val="auto"/>
        <w:position w:val="0"/>
        <w:sz w:val="22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olor w:val="auto"/>
        <w:sz w:val="28"/>
      </w:rPr>
    </w:lvl>
    <w:lvl w:ilvl="6">
      <w:start w:val="1"/>
      <w:numFmt w:val="none"/>
      <w:lvlText w:val="%7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5" w15:restartNumberingAfterBreak="0">
    <w:nsid w:val="35DB504E"/>
    <w:multiLevelType w:val="hybridMultilevel"/>
    <w:tmpl w:val="21506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A187D"/>
    <w:multiLevelType w:val="hybridMultilevel"/>
    <w:tmpl w:val="6D04C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E59AE"/>
    <w:multiLevelType w:val="hybridMultilevel"/>
    <w:tmpl w:val="591023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8B10EE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9" w15:restartNumberingAfterBreak="0">
    <w:nsid w:val="37CE13F9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20" w15:restartNumberingAfterBreak="0">
    <w:nsid w:val="381E14CC"/>
    <w:multiLevelType w:val="hybridMultilevel"/>
    <w:tmpl w:val="FA22A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6E44A8"/>
    <w:multiLevelType w:val="hybridMultilevel"/>
    <w:tmpl w:val="C228F6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33748"/>
    <w:multiLevelType w:val="hybridMultilevel"/>
    <w:tmpl w:val="08586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52B69"/>
    <w:multiLevelType w:val="hybridMultilevel"/>
    <w:tmpl w:val="8BFA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10A7C"/>
    <w:multiLevelType w:val="hybridMultilevel"/>
    <w:tmpl w:val="CFF8FE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6E08DC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26" w15:restartNumberingAfterBreak="0">
    <w:nsid w:val="45952381"/>
    <w:multiLevelType w:val="hybridMultilevel"/>
    <w:tmpl w:val="75F81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97479"/>
    <w:multiLevelType w:val="hybridMultilevel"/>
    <w:tmpl w:val="570AA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856D8"/>
    <w:multiLevelType w:val="hybridMultilevel"/>
    <w:tmpl w:val="AE3482B4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59CB10A5"/>
    <w:multiLevelType w:val="hybridMultilevel"/>
    <w:tmpl w:val="5D088D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208BA"/>
    <w:multiLevelType w:val="hybridMultilevel"/>
    <w:tmpl w:val="CCFA4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50F13"/>
    <w:multiLevelType w:val="hybridMultilevel"/>
    <w:tmpl w:val="D730FD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62E55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3" w15:restartNumberingAfterBreak="0">
    <w:nsid w:val="5FD83498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4" w15:restartNumberingAfterBreak="0">
    <w:nsid w:val="60880D1F"/>
    <w:multiLevelType w:val="multilevel"/>
    <w:tmpl w:val="79D2E2EC"/>
    <w:styleLink w:val="SectionOutline"/>
    <w:lvl w:ilvl="0">
      <w:start w:val="1"/>
      <w:numFmt w:val="upperLetter"/>
      <w:pStyle w:val="SectionLetter1a"/>
      <w:suff w:val="nothing"/>
      <w:lvlText w:val="%1"/>
      <w:lvlJc w:val="left"/>
      <w:pPr>
        <w:ind w:left="0" w:firstLine="75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0973B11"/>
    <w:multiLevelType w:val="multilevel"/>
    <w:tmpl w:val="8364211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6" w15:restartNumberingAfterBreak="0">
    <w:nsid w:val="61A3751E"/>
    <w:multiLevelType w:val="hybridMultilevel"/>
    <w:tmpl w:val="C37854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A5F1A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8" w15:restartNumberingAfterBreak="0">
    <w:nsid w:val="63EB0B6E"/>
    <w:multiLevelType w:val="hybridMultilevel"/>
    <w:tmpl w:val="B5B6BFF0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9" w15:restartNumberingAfterBreak="0">
    <w:nsid w:val="660467ED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0" w15:restartNumberingAfterBreak="0">
    <w:nsid w:val="68957AB9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1" w15:restartNumberingAfterBreak="0">
    <w:nsid w:val="69FB1E65"/>
    <w:multiLevelType w:val="hybridMultilevel"/>
    <w:tmpl w:val="618830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F64696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3" w15:restartNumberingAfterBreak="0">
    <w:nsid w:val="75A76261"/>
    <w:multiLevelType w:val="hybridMultilevel"/>
    <w:tmpl w:val="F19C8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615C2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5" w15:restartNumberingAfterBreak="0">
    <w:nsid w:val="7A0E407A"/>
    <w:multiLevelType w:val="hybridMultilevel"/>
    <w:tmpl w:val="A544ADD4"/>
    <w:lvl w:ilvl="0" w:tplc="B4E66C66">
      <w:start w:val="1"/>
      <w:numFmt w:val="bullet"/>
      <w:pStyle w:val="BulletedTopicTex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A1C6607"/>
    <w:multiLevelType w:val="hybridMultilevel"/>
    <w:tmpl w:val="AB06AC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B28783F"/>
    <w:multiLevelType w:val="hybridMultilevel"/>
    <w:tmpl w:val="DCA07F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657CB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num w:numId="1">
    <w:abstractNumId w:val="45"/>
  </w:num>
  <w:num w:numId="2">
    <w:abstractNumId w:val="34"/>
  </w:num>
  <w:num w:numId="3">
    <w:abstractNumId w:val="1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44"/>
  </w:num>
  <w:num w:numId="7">
    <w:abstractNumId w:val="5"/>
  </w:num>
  <w:num w:numId="8">
    <w:abstractNumId w:val="48"/>
  </w:num>
  <w:num w:numId="9">
    <w:abstractNumId w:val="40"/>
  </w:num>
  <w:num w:numId="10">
    <w:abstractNumId w:val="33"/>
  </w:num>
  <w:num w:numId="11">
    <w:abstractNumId w:val="42"/>
  </w:num>
  <w:num w:numId="12">
    <w:abstractNumId w:val="8"/>
  </w:num>
  <w:num w:numId="13">
    <w:abstractNumId w:val="25"/>
  </w:num>
  <w:num w:numId="14">
    <w:abstractNumId w:val="26"/>
  </w:num>
  <w:num w:numId="15">
    <w:abstractNumId w:val="2"/>
  </w:num>
  <w:num w:numId="16">
    <w:abstractNumId w:val="37"/>
  </w:num>
  <w:num w:numId="17">
    <w:abstractNumId w:val="10"/>
  </w:num>
  <w:num w:numId="18">
    <w:abstractNumId w:val="19"/>
  </w:num>
  <w:num w:numId="19">
    <w:abstractNumId w:val="18"/>
  </w:num>
  <w:num w:numId="20">
    <w:abstractNumId w:val="3"/>
  </w:num>
  <w:num w:numId="21">
    <w:abstractNumId w:val="7"/>
  </w:num>
  <w:num w:numId="22">
    <w:abstractNumId w:val="4"/>
  </w:num>
  <w:num w:numId="23">
    <w:abstractNumId w:val="39"/>
  </w:num>
  <w:num w:numId="24">
    <w:abstractNumId w:val="32"/>
  </w:num>
  <w:num w:numId="25">
    <w:abstractNumId w:val="11"/>
  </w:num>
  <w:num w:numId="26">
    <w:abstractNumId w:val="31"/>
  </w:num>
  <w:num w:numId="27">
    <w:abstractNumId w:val="0"/>
  </w:num>
  <w:num w:numId="28">
    <w:abstractNumId w:val="35"/>
  </w:num>
  <w:num w:numId="29">
    <w:abstractNumId w:val="21"/>
  </w:num>
  <w:num w:numId="30">
    <w:abstractNumId w:val="29"/>
  </w:num>
  <w:num w:numId="31">
    <w:abstractNumId w:val="30"/>
  </w:num>
  <w:num w:numId="32">
    <w:abstractNumId w:val="38"/>
  </w:num>
  <w:num w:numId="33">
    <w:abstractNumId w:val="9"/>
  </w:num>
  <w:num w:numId="34">
    <w:abstractNumId w:val="22"/>
  </w:num>
  <w:num w:numId="35">
    <w:abstractNumId w:val="16"/>
  </w:num>
  <w:num w:numId="36">
    <w:abstractNumId w:val="13"/>
  </w:num>
  <w:num w:numId="37">
    <w:abstractNumId w:val="27"/>
  </w:num>
  <w:num w:numId="38">
    <w:abstractNumId w:val="6"/>
  </w:num>
  <w:num w:numId="39">
    <w:abstractNumId w:val="28"/>
  </w:num>
  <w:num w:numId="40">
    <w:abstractNumId w:val="17"/>
  </w:num>
  <w:num w:numId="41">
    <w:abstractNumId w:val="43"/>
  </w:num>
  <w:num w:numId="42">
    <w:abstractNumId w:val="24"/>
  </w:num>
  <w:num w:numId="43">
    <w:abstractNumId w:val="20"/>
  </w:num>
  <w:num w:numId="44">
    <w:abstractNumId w:val="41"/>
  </w:num>
  <w:num w:numId="45">
    <w:abstractNumId w:val="46"/>
  </w:num>
  <w:num w:numId="46">
    <w:abstractNumId w:val="12"/>
  </w:num>
  <w:num w:numId="47">
    <w:abstractNumId w:val="47"/>
  </w:num>
  <w:num w:numId="48">
    <w:abstractNumId w:val="15"/>
  </w:num>
  <w:num w:numId="49">
    <w:abstractNumId w:val="3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084"/>
    <w:rsid w:val="000126C1"/>
    <w:rsid w:val="00012E65"/>
    <w:rsid w:val="0001518D"/>
    <w:rsid w:val="00023AD8"/>
    <w:rsid w:val="000242AF"/>
    <w:rsid w:val="000327D4"/>
    <w:rsid w:val="00040A09"/>
    <w:rsid w:val="00052165"/>
    <w:rsid w:val="00054DDC"/>
    <w:rsid w:val="00084F7A"/>
    <w:rsid w:val="000B057A"/>
    <w:rsid w:val="000B21D1"/>
    <w:rsid w:val="000C4627"/>
    <w:rsid w:val="000D03E3"/>
    <w:rsid w:val="000D7E6D"/>
    <w:rsid w:val="000E0B4A"/>
    <w:rsid w:val="000E27FF"/>
    <w:rsid w:val="000E4E14"/>
    <w:rsid w:val="000F44BE"/>
    <w:rsid w:val="001048A5"/>
    <w:rsid w:val="00115603"/>
    <w:rsid w:val="001314EE"/>
    <w:rsid w:val="001373EF"/>
    <w:rsid w:val="00140B3C"/>
    <w:rsid w:val="00146B7D"/>
    <w:rsid w:val="00147749"/>
    <w:rsid w:val="001573C3"/>
    <w:rsid w:val="00165A5A"/>
    <w:rsid w:val="00181B3D"/>
    <w:rsid w:val="00182C7F"/>
    <w:rsid w:val="00185724"/>
    <w:rsid w:val="00186CF7"/>
    <w:rsid w:val="001961CA"/>
    <w:rsid w:val="00197648"/>
    <w:rsid w:val="00197F98"/>
    <w:rsid w:val="001B4971"/>
    <w:rsid w:val="001C0028"/>
    <w:rsid w:val="001C16AE"/>
    <w:rsid w:val="001D0989"/>
    <w:rsid w:val="001D1E4A"/>
    <w:rsid w:val="001D38B5"/>
    <w:rsid w:val="001F0EE6"/>
    <w:rsid w:val="001F3566"/>
    <w:rsid w:val="001F3579"/>
    <w:rsid w:val="001F36C0"/>
    <w:rsid w:val="001F59E8"/>
    <w:rsid w:val="001F607F"/>
    <w:rsid w:val="001F632A"/>
    <w:rsid w:val="0021004C"/>
    <w:rsid w:val="00216926"/>
    <w:rsid w:val="002234F5"/>
    <w:rsid w:val="00223B60"/>
    <w:rsid w:val="002266C8"/>
    <w:rsid w:val="00230219"/>
    <w:rsid w:val="002317A8"/>
    <w:rsid w:val="00237B4A"/>
    <w:rsid w:val="00246127"/>
    <w:rsid w:val="002474EA"/>
    <w:rsid w:val="00251C0E"/>
    <w:rsid w:val="00254900"/>
    <w:rsid w:val="0027394A"/>
    <w:rsid w:val="00274BD1"/>
    <w:rsid w:val="0027728E"/>
    <w:rsid w:val="00295A55"/>
    <w:rsid w:val="00297497"/>
    <w:rsid w:val="002B53A7"/>
    <w:rsid w:val="002C6065"/>
    <w:rsid w:val="002D2689"/>
    <w:rsid w:val="002F6992"/>
    <w:rsid w:val="00300024"/>
    <w:rsid w:val="003029C4"/>
    <w:rsid w:val="00304ED5"/>
    <w:rsid w:val="003075FB"/>
    <w:rsid w:val="00313E68"/>
    <w:rsid w:val="003219B1"/>
    <w:rsid w:val="00322288"/>
    <w:rsid w:val="00323138"/>
    <w:rsid w:val="00325329"/>
    <w:rsid w:val="00335B92"/>
    <w:rsid w:val="00344FFC"/>
    <w:rsid w:val="00360BF7"/>
    <w:rsid w:val="00365739"/>
    <w:rsid w:val="003713DA"/>
    <w:rsid w:val="003718E1"/>
    <w:rsid w:val="00377378"/>
    <w:rsid w:val="003836B4"/>
    <w:rsid w:val="00390E28"/>
    <w:rsid w:val="003B0236"/>
    <w:rsid w:val="003B4934"/>
    <w:rsid w:val="003C35B9"/>
    <w:rsid w:val="003D01AA"/>
    <w:rsid w:val="003D2FEF"/>
    <w:rsid w:val="003D44BA"/>
    <w:rsid w:val="003D7D94"/>
    <w:rsid w:val="003E2D11"/>
    <w:rsid w:val="003E360A"/>
    <w:rsid w:val="003E37D2"/>
    <w:rsid w:val="003E79A2"/>
    <w:rsid w:val="003F0E97"/>
    <w:rsid w:val="003F1DF8"/>
    <w:rsid w:val="0040246D"/>
    <w:rsid w:val="004179B4"/>
    <w:rsid w:val="00421F98"/>
    <w:rsid w:val="00425780"/>
    <w:rsid w:val="004268DD"/>
    <w:rsid w:val="00427801"/>
    <w:rsid w:val="00427D41"/>
    <w:rsid w:val="004306BF"/>
    <w:rsid w:val="0043536F"/>
    <w:rsid w:val="00444B61"/>
    <w:rsid w:val="00447801"/>
    <w:rsid w:val="004602AD"/>
    <w:rsid w:val="00461C44"/>
    <w:rsid w:val="004641A6"/>
    <w:rsid w:val="00464E41"/>
    <w:rsid w:val="004847E6"/>
    <w:rsid w:val="00497457"/>
    <w:rsid w:val="004B587B"/>
    <w:rsid w:val="004B7124"/>
    <w:rsid w:val="004C1036"/>
    <w:rsid w:val="004C1393"/>
    <w:rsid w:val="004C2837"/>
    <w:rsid w:val="004C5807"/>
    <w:rsid w:val="004D2312"/>
    <w:rsid w:val="004D2921"/>
    <w:rsid w:val="004D45E9"/>
    <w:rsid w:val="004E6EE3"/>
    <w:rsid w:val="004F010F"/>
    <w:rsid w:val="004F068B"/>
    <w:rsid w:val="004F3409"/>
    <w:rsid w:val="00506C9D"/>
    <w:rsid w:val="0050713D"/>
    <w:rsid w:val="00513DCA"/>
    <w:rsid w:val="005154B2"/>
    <w:rsid w:val="005300BD"/>
    <w:rsid w:val="00540742"/>
    <w:rsid w:val="0055754E"/>
    <w:rsid w:val="005671AB"/>
    <w:rsid w:val="0057351F"/>
    <w:rsid w:val="00582E08"/>
    <w:rsid w:val="00586428"/>
    <w:rsid w:val="00592352"/>
    <w:rsid w:val="005966FC"/>
    <w:rsid w:val="00596AEB"/>
    <w:rsid w:val="005A0841"/>
    <w:rsid w:val="005A74D2"/>
    <w:rsid w:val="005B22C5"/>
    <w:rsid w:val="005D6FC3"/>
    <w:rsid w:val="005D7135"/>
    <w:rsid w:val="005E2A59"/>
    <w:rsid w:val="005F1456"/>
    <w:rsid w:val="005F6557"/>
    <w:rsid w:val="006072A3"/>
    <w:rsid w:val="00616B3A"/>
    <w:rsid w:val="00621055"/>
    <w:rsid w:val="00624A7C"/>
    <w:rsid w:val="00633224"/>
    <w:rsid w:val="00634DCF"/>
    <w:rsid w:val="006402D4"/>
    <w:rsid w:val="006413A8"/>
    <w:rsid w:val="006619E9"/>
    <w:rsid w:val="006650B4"/>
    <w:rsid w:val="006663BF"/>
    <w:rsid w:val="0067542B"/>
    <w:rsid w:val="006846A6"/>
    <w:rsid w:val="00685CF9"/>
    <w:rsid w:val="006866C9"/>
    <w:rsid w:val="0069337A"/>
    <w:rsid w:val="00696CAB"/>
    <w:rsid w:val="006A57BC"/>
    <w:rsid w:val="006B09B0"/>
    <w:rsid w:val="006B1BA9"/>
    <w:rsid w:val="006B40AF"/>
    <w:rsid w:val="006C52C6"/>
    <w:rsid w:val="006E1112"/>
    <w:rsid w:val="006E1E91"/>
    <w:rsid w:val="006E7D64"/>
    <w:rsid w:val="006F1929"/>
    <w:rsid w:val="006F4026"/>
    <w:rsid w:val="00721E58"/>
    <w:rsid w:val="00730D02"/>
    <w:rsid w:val="00731E92"/>
    <w:rsid w:val="00733F86"/>
    <w:rsid w:val="00734658"/>
    <w:rsid w:val="00747171"/>
    <w:rsid w:val="00751934"/>
    <w:rsid w:val="00753AC6"/>
    <w:rsid w:val="0075694E"/>
    <w:rsid w:val="007602C1"/>
    <w:rsid w:val="0076036E"/>
    <w:rsid w:val="00762D2B"/>
    <w:rsid w:val="00771ABE"/>
    <w:rsid w:val="007762C0"/>
    <w:rsid w:val="0078234C"/>
    <w:rsid w:val="00793511"/>
    <w:rsid w:val="007956A2"/>
    <w:rsid w:val="007960D3"/>
    <w:rsid w:val="007A03D4"/>
    <w:rsid w:val="007A1D19"/>
    <w:rsid w:val="007A1E04"/>
    <w:rsid w:val="007A5746"/>
    <w:rsid w:val="007C0126"/>
    <w:rsid w:val="007C1567"/>
    <w:rsid w:val="007C61D7"/>
    <w:rsid w:val="007C73E7"/>
    <w:rsid w:val="007C7AF4"/>
    <w:rsid w:val="007D25E6"/>
    <w:rsid w:val="007D4216"/>
    <w:rsid w:val="007D4CB4"/>
    <w:rsid w:val="00803956"/>
    <w:rsid w:val="008122E9"/>
    <w:rsid w:val="008160EE"/>
    <w:rsid w:val="00820ADE"/>
    <w:rsid w:val="00826BDB"/>
    <w:rsid w:val="00837F6E"/>
    <w:rsid w:val="00850B04"/>
    <w:rsid w:val="008527E9"/>
    <w:rsid w:val="008752D6"/>
    <w:rsid w:val="00886780"/>
    <w:rsid w:val="00896733"/>
    <w:rsid w:val="008A0F48"/>
    <w:rsid w:val="008B12ED"/>
    <w:rsid w:val="008E6338"/>
    <w:rsid w:val="00902B3E"/>
    <w:rsid w:val="009112BC"/>
    <w:rsid w:val="0093029B"/>
    <w:rsid w:val="00940CBF"/>
    <w:rsid w:val="009426AC"/>
    <w:rsid w:val="00942E66"/>
    <w:rsid w:val="00946A0C"/>
    <w:rsid w:val="009473C4"/>
    <w:rsid w:val="0097415C"/>
    <w:rsid w:val="00974D77"/>
    <w:rsid w:val="009836D8"/>
    <w:rsid w:val="009957EE"/>
    <w:rsid w:val="009A7990"/>
    <w:rsid w:val="009A7D97"/>
    <w:rsid w:val="009C1BC4"/>
    <w:rsid w:val="009D1ECA"/>
    <w:rsid w:val="009D7E6E"/>
    <w:rsid w:val="009E3424"/>
    <w:rsid w:val="009F2D0A"/>
    <w:rsid w:val="009F4C80"/>
    <w:rsid w:val="009F6351"/>
    <w:rsid w:val="00A03972"/>
    <w:rsid w:val="00A072A2"/>
    <w:rsid w:val="00A10D68"/>
    <w:rsid w:val="00A17039"/>
    <w:rsid w:val="00A17D19"/>
    <w:rsid w:val="00A20868"/>
    <w:rsid w:val="00A245BF"/>
    <w:rsid w:val="00A27FCD"/>
    <w:rsid w:val="00A35C8A"/>
    <w:rsid w:val="00A57330"/>
    <w:rsid w:val="00A664D7"/>
    <w:rsid w:val="00A70DE3"/>
    <w:rsid w:val="00A741A1"/>
    <w:rsid w:val="00A875CC"/>
    <w:rsid w:val="00A946E8"/>
    <w:rsid w:val="00A964D0"/>
    <w:rsid w:val="00AA1EE3"/>
    <w:rsid w:val="00AA5FFC"/>
    <w:rsid w:val="00AA6546"/>
    <w:rsid w:val="00AC01B4"/>
    <w:rsid w:val="00AC510E"/>
    <w:rsid w:val="00AC6EEF"/>
    <w:rsid w:val="00AD3568"/>
    <w:rsid w:val="00AE4ACE"/>
    <w:rsid w:val="00AE5722"/>
    <w:rsid w:val="00AE7DAA"/>
    <w:rsid w:val="00AF4460"/>
    <w:rsid w:val="00AF4983"/>
    <w:rsid w:val="00AF6953"/>
    <w:rsid w:val="00B005D3"/>
    <w:rsid w:val="00B034BD"/>
    <w:rsid w:val="00B0743D"/>
    <w:rsid w:val="00B15A22"/>
    <w:rsid w:val="00B22F75"/>
    <w:rsid w:val="00B356B1"/>
    <w:rsid w:val="00B356C7"/>
    <w:rsid w:val="00B37620"/>
    <w:rsid w:val="00B43A69"/>
    <w:rsid w:val="00B44DF5"/>
    <w:rsid w:val="00B620EF"/>
    <w:rsid w:val="00B737C9"/>
    <w:rsid w:val="00B75200"/>
    <w:rsid w:val="00B761E5"/>
    <w:rsid w:val="00B86AFF"/>
    <w:rsid w:val="00B876C1"/>
    <w:rsid w:val="00B944B9"/>
    <w:rsid w:val="00B94E12"/>
    <w:rsid w:val="00BA61DB"/>
    <w:rsid w:val="00BA66CE"/>
    <w:rsid w:val="00BB1D50"/>
    <w:rsid w:val="00BB1EAA"/>
    <w:rsid w:val="00BD0DC4"/>
    <w:rsid w:val="00BE4680"/>
    <w:rsid w:val="00BE7177"/>
    <w:rsid w:val="00C062CB"/>
    <w:rsid w:val="00C17E52"/>
    <w:rsid w:val="00C17E6E"/>
    <w:rsid w:val="00C20DAB"/>
    <w:rsid w:val="00C24078"/>
    <w:rsid w:val="00C2682D"/>
    <w:rsid w:val="00C30914"/>
    <w:rsid w:val="00C31125"/>
    <w:rsid w:val="00C415C0"/>
    <w:rsid w:val="00C41D61"/>
    <w:rsid w:val="00C42E62"/>
    <w:rsid w:val="00C47B00"/>
    <w:rsid w:val="00C502D0"/>
    <w:rsid w:val="00C50AC3"/>
    <w:rsid w:val="00C52E26"/>
    <w:rsid w:val="00C541E1"/>
    <w:rsid w:val="00C61E72"/>
    <w:rsid w:val="00C65355"/>
    <w:rsid w:val="00C70B61"/>
    <w:rsid w:val="00C77B6D"/>
    <w:rsid w:val="00C857D2"/>
    <w:rsid w:val="00C91060"/>
    <w:rsid w:val="00C91B68"/>
    <w:rsid w:val="00CA3CAC"/>
    <w:rsid w:val="00CA4886"/>
    <w:rsid w:val="00CB0D39"/>
    <w:rsid w:val="00CB3495"/>
    <w:rsid w:val="00CC28BA"/>
    <w:rsid w:val="00CC58BA"/>
    <w:rsid w:val="00CC7FC4"/>
    <w:rsid w:val="00CD0A3A"/>
    <w:rsid w:val="00CD2519"/>
    <w:rsid w:val="00CE1A87"/>
    <w:rsid w:val="00CF14DA"/>
    <w:rsid w:val="00CF69C2"/>
    <w:rsid w:val="00CF6D0C"/>
    <w:rsid w:val="00D03E67"/>
    <w:rsid w:val="00D1596B"/>
    <w:rsid w:val="00D1649F"/>
    <w:rsid w:val="00D23776"/>
    <w:rsid w:val="00D24A61"/>
    <w:rsid w:val="00D325A2"/>
    <w:rsid w:val="00D425FB"/>
    <w:rsid w:val="00D47C17"/>
    <w:rsid w:val="00D5453B"/>
    <w:rsid w:val="00D55E87"/>
    <w:rsid w:val="00D72937"/>
    <w:rsid w:val="00D73E49"/>
    <w:rsid w:val="00D80CE9"/>
    <w:rsid w:val="00D82084"/>
    <w:rsid w:val="00D82801"/>
    <w:rsid w:val="00D84A67"/>
    <w:rsid w:val="00D87A63"/>
    <w:rsid w:val="00DB1350"/>
    <w:rsid w:val="00DC6D29"/>
    <w:rsid w:val="00DD0EDA"/>
    <w:rsid w:val="00DD4762"/>
    <w:rsid w:val="00DD6884"/>
    <w:rsid w:val="00DF4015"/>
    <w:rsid w:val="00E1158D"/>
    <w:rsid w:val="00E125CC"/>
    <w:rsid w:val="00E12BE7"/>
    <w:rsid w:val="00E16784"/>
    <w:rsid w:val="00E16BEA"/>
    <w:rsid w:val="00E216EB"/>
    <w:rsid w:val="00E24070"/>
    <w:rsid w:val="00E2421F"/>
    <w:rsid w:val="00E3270E"/>
    <w:rsid w:val="00E34199"/>
    <w:rsid w:val="00E3549B"/>
    <w:rsid w:val="00E502CF"/>
    <w:rsid w:val="00E5160D"/>
    <w:rsid w:val="00E61F35"/>
    <w:rsid w:val="00E83B85"/>
    <w:rsid w:val="00EA028D"/>
    <w:rsid w:val="00EB642F"/>
    <w:rsid w:val="00EC2E6A"/>
    <w:rsid w:val="00ED7D09"/>
    <w:rsid w:val="00EE6F44"/>
    <w:rsid w:val="00EF2D95"/>
    <w:rsid w:val="00F014C0"/>
    <w:rsid w:val="00F03BFB"/>
    <w:rsid w:val="00F151AF"/>
    <w:rsid w:val="00F250A3"/>
    <w:rsid w:val="00F26A19"/>
    <w:rsid w:val="00F34A8F"/>
    <w:rsid w:val="00F52AC9"/>
    <w:rsid w:val="00F55CC4"/>
    <w:rsid w:val="00F66920"/>
    <w:rsid w:val="00F66F5A"/>
    <w:rsid w:val="00F750F4"/>
    <w:rsid w:val="00F7685E"/>
    <w:rsid w:val="00F83E67"/>
    <w:rsid w:val="00F840F7"/>
    <w:rsid w:val="00F93186"/>
    <w:rsid w:val="00F9796F"/>
    <w:rsid w:val="00FA2E1F"/>
    <w:rsid w:val="00FA575F"/>
    <w:rsid w:val="00FC2D9E"/>
    <w:rsid w:val="00FC65C6"/>
    <w:rsid w:val="00FD7E64"/>
    <w:rsid w:val="00FE4647"/>
    <w:rsid w:val="00FE4E04"/>
    <w:rsid w:val="00FF1B3B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867F0"/>
  <w15:chartTrackingRefBased/>
  <w15:docId w15:val="{E1094462-2C01-4286-9888-15268D60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579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7B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47B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B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9-Heading1">
    <w:name w:val="Ban 9 - Heading 1"/>
    <w:basedOn w:val="Heading1"/>
    <w:next w:val="Normal"/>
    <w:link w:val="Ban9-Heading1Char"/>
    <w:qFormat/>
    <w:rsid w:val="00C47B00"/>
    <w:pPr>
      <w:shd w:val="clear" w:color="auto" w:fill="FFD54F"/>
      <w:spacing w:before="0" w:after="240"/>
    </w:pPr>
    <w:rPr>
      <w:rFonts w:ascii="Calibri" w:hAnsi="Calibri"/>
      <w:b/>
      <w:smallCaps/>
      <w:color w:val="000000" w:themeColor="text1"/>
      <w:sz w:val="40"/>
    </w:rPr>
  </w:style>
  <w:style w:type="character" w:customStyle="1" w:styleId="Ban9-Heading1Char">
    <w:name w:val="Ban 9 - Heading 1 Char"/>
    <w:basedOn w:val="Heading1Char"/>
    <w:link w:val="Ban9-Heading1"/>
    <w:rsid w:val="00C47B00"/>
    <w:rPr>
      <w:rFonts w:ascii="Calibri" w:eastAsiaTheme="majorEastAsia" w:hAnsi="Calibri" w:cstheme="majorBidi"/>
      <w:b/>
      <w:smallCaps/>
      <w:color w:val="000000" w:themeColor="text1"/>
      <w:sz w:val="40"/>
      <w:szCs w:val="32"/>
      <w:shd w:val="clear" w:color="auto" w:fill="FFD54F"/>
    </w:rPr>
  </w:style>
  <w:style w:type="character" w:customStyle="1" w:styleId="Heading1Char">
    <w:name w:val="Heading 1 Char"/>
    <w:basedOn w:val="DefaultParagraphFont"/>
    <w:link w:val="Heading1"/>
    <w:uiPriority w:val="9"/>
    <w:rsid w:val="00C47B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an9-Heading2">
    <w:name w:val="Ban 9 - Heading 2"/>
    <w:basedOn w:val="Heading2"/>
    <w:next w:val="Normal"/>
    <w:link w:val="Ban9-Heading2Char"/>
    <w:qFormat/>
    <w:rsid w:val="00C47B00"/>
    <w:pPr>
      <w:pBdr>
        <w:bottom w:val="thinThickSmallGap" w:sz="18" w:space="1" w:color="FFC000"/>
      </w:pBdr>
      <w:spacing w:before="0" w:after="120"/>
    </w:pPr>
    <w:rPr>
      <w:rFonts w:ascii="Calibri" w:hAnsi="Calibri"/>
      <w:b/>
      <w:color w:val="000000" w:themeColor="text1"/>
      <w:sz w:val="32"/>
    </w:rPr>
  </w:style>
  <w:style w:type="character" w:customStyle="1" w:styleId="Ban9-Heading2Char">
    <w:name w:val="Ban 9 - Heading 2 Char"/>
    <w:basedOn w:val="Heading2Char"/>
    <w:link w:val="Ban9-Heading2"/>
    <w:rsid w:val="00C47B00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C47B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n9-Heading3">
    <w:name w:val="Ban 9 - Heading 3"/>
    <w:basedOn w:val="Heading3"/>
    <w:next w:val="Normal"/>
    <w:link w:val="Ban9-Heading3Char"/>
    <w:qFormat/>
    <w:rsid w:val="00C47B00"/>
    <w:pPr>
      <w:spacing w:before="0" w:after="120"/>
    </w:pPr>
    <w:rPr>
      <w:rFonts w:ascii="Calibri" w:hAnsi="Calibri"/>
      <w:b/>
      <w:color w:val="000000" w:themeColor="text1"/>
      <w:sz w:val="28"/>
    </w:rPr>
  </w:style>
  <w:style w:type="character" w:customStyle="1" w:styleId="Ban9-Heading3Char">
    <w:name w:val="Ban 9 - Heading 3 Char"/>
    <w:basedOn w:val="Heading3Char"/>
    <w:link w:val="Ban9-Heading3"/>
    <w:rsid w:val="00C47B00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B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7B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B00"/>
  </w:style>
  <w:style w:type="paragraph" w:styleId="Header">
    <w:name w:val="header"/>
    <w:basedOn w:val="Normal"/>
    <w:link w:val="HeaderChar"/>
    <w:uiPriority w:val="99"/>
    <w:unhideWhenUsed/>
    <w:rsid w:val="00C47B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B00"/>
  </w:style>
  <w:style w:type="paragraph" w:styleId="BalloonText">
    <w:name w:val="Balloon Text"/>
    <w:basedOn w:val="Normal"/>
    <w:link w:val="BalloonTextChar"/>
    <w:uiPriority w:val="99"/>
    <w:semiHidden/>
    <w:unhideWhenUsed/>
    <w:rsid w:val="00C47B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00"/>
    <w:rPr>
      <w:rFonts w:ascii="Segoe UI" w:hAnsi="Segoe UI" w:cs="Segoe UI"/>
      <w:sz w:val="18"/>
      <w:szCs w:val="18"/>
    </w:rPr>
  </w:style>
  <w:style w:type="paragraph" w:customStyle="1" w:styleId="TopicText">
    <w:name w:val="Topic Text"/>
    <w:qFormat/>
    <w:rsid w:val="00C91B68"/>
    <w:pPr>
      <w:spacing w:before="120" w:after="120" w:line="276" w:lineRule="auto"/>
      <w:ind w:left="1440"/>
    </w:pPr>
    <w:rPr>
      <w:rFonts w:ascii="Arial" w:eastAsia="Times New Roman" w:hAnsi="Arial" w:cs="Times New Roman"/>
    </w:rPr>
  </w:style>
  <w:style w:type="paragraph" w:customStyle="1" w:styleId="BulletedTopicText">
    <w:name w:val="Bulleted Topic Text"/>
    <w:basedOn w:val="TopicText"/>
    <w:qFormat/>
    <w:rsid w:val="00C91B68"/>
    <w:pPr>
      <w:numPr>
        <w:numId w:val="1"/>
      </w:numPr>
      <w:ind w:left="2160"/>
      <w:contextualSpacing/>
    </w:pPr>
  </w:style>
  <w:style w:type="paragraph" w:customStyle="1" w:styleId="Graphic">
    <w:name w:val="Graphic"/>
    <w:next w:val="Step1"/>
    <w:qFormat/>
    <w:rsid w:val="00C91B68"/>
    <w:pPr>
      <w:spacing w:after="0" w:line="240" w:lineRule="auto"/>
      <w:ind w:left="1800"/>
    </w:pPr>
    <w:rPr>
      <w:rFonts w:ascii="Arial" w:eastAsia="Times New Roman" w:hAnsi="Arial" w:cs="Times New Roman"/>
      <w:noProof/>
      <w:sz w:val="24"/>
      <w:szCs w:val="24"/>
    </w:rPr>
  </w:style>
  <w:style w:type="paragraph" w:customStyle="1" w:styleId="LGSection">
    <w:name w:val="LG Section"/>
    <w:next w:val="SectionLetter1a"/>
    <w:qFormat/>
    <w:rsid w:val="00C91B68"/>
    <w:pPr>
      <w:tabs>
        <w:tab w:val="right" w:pos="8640"/>
      </w:tabs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val="x-none" w:eastAsia="x-none"/>
    </w:rPr>
  </w:style>
  <w:style w:type="paragraph" w:customStyle="1" w:styleId="Note">
    <w:name w:val="Note"/>
    <w:qFormat/>
    <w:rsid w:val="00C91B68"/>
    <w:pPr>
      <w:numPr>
        <w:ilvl w:val="3"/>
        <w:numId w:val="3"/>
      </w:numPr>
      <w:spacing w:after="0" w:line="276" w:lineRule="auto"/>
    </w:pPr>
    <w:rPr>
      <w:rFonts w:ascii="Arial" w:eastAsia="Times New Roman" w:hAnsi="Arial" w:cs="Times New Roman"/>
      <w:szCs w:val="24"/>
    </w:rPr>
  </w:style>
  <w:style w:type="paragraph" w:customStyle="1" w:styleId="SectionLetter1a">
    <w:name w:val="Section Letter 1a"/>
    <w:next w:val="UnitLine"/>
    <w:qFormat/>
    <w:rsid w:val="00C91B68"/>
    <w:pPr>
      <w:numPr>
        <w:numId w:val="4"/>
      </w:num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after="0" w:line="640" w:lineRule="exact"/>
      <w:jc w:val="center"/>
    </w:pPr>
    <w:rPr>
      <w:rFonts w:ascii="Arial Black" w:eastAsia="Times New Roman" w:hAnsi="Arial Black" w:cs="Arial"/>
      <w:b/>
      <w:w w:val="125"/>
      <w:sz w:val="64"/>
      <w:szCs w:val="64"/>
    </w:rPr>
  </w:style>
  <w:style w:type="numbering" w:customStyle="1" w:styleId="SectionOutline">
    <w:name w:val="Section Outline"/>
    <w:uiPriority w:val="99"/>
    <w:rsid w:val="00C91B68"/>
    <w:pPr>
      <w:numPr>
        <w:numId w:val="2"/>
      </w:numPr>
    </w:pPr>
  </w:style>
  <w:style w:type="paragraph" w:customStyle="1" w:styleId="Step1">
    <w:name w:val="Step 1"/>
    <w:qFormat/>
    <w:rsid w:val="00C91B68"/>
    <w:pPr>
      <w:tabs>
        <w:tab w:val="left" w:pos="2160"/>
      </w:tabs>
      <w:spacing w:after="0" w:line="276" w:lineRule="auto"/>
    </w:pPr>
    <w:rPr>
      <w:rFonts w:ascii="Arial" w:eastAsia="Times New Roman" w:hAnsi="Arial" w:cs="Times New Roman"/>
      <w:szCs w:val="24"/>
    </w:rPr>
  </w:style>
  <w:style w:type="paragraph" w:customStyle="1" w:styleId="Step2">
    <w:name w:val="Step 2"/>
    <w:qFormat/>
    <w:rsid w:val="00C91B68"/>
    <w:pPr>
      <w:numPr>
        <w:ilvl w:val="2"/>
        <w:numId w:val="3"/>
      </w:numPr>
      <w:spacing w:after="0" w:line="276" w:lineRule="auto"/>
    </w:pPr>
    <w:rPr>
      <w:rFonts w:ascii="Arial" w:eastAsia="Times New Roman" w:hAnsi="Arial" w:cs="Times New Roman"/>
      <w:szCs w:val="24"/>
    </w:rPr>
  </w:style>
  <w:style w:type="numbering" w:customStyle="1" w:styleId="Steps">
    <w:name w:val="Steps"/>
    <w:uiPriority w:val="99"/>
    <w:rsid w:val="00C91B68"/>
    <w:pPr>
      <w:numPr>
        <w:numId w:val="3"/>
      </w:numPr>
    </w:pPr>
  </w:style>
  <w:style w:type="paragraph" w:customStyle="1" w:styleId="UnitLine">
    <w:name w:val="Unit Line"/>
    <w:next w:val="Heading2"/>
    <w:qFormat/>
    <w:rsid w:val="00C91B68"/>
    <w:pPr>
      <w:keepNext/>
      <w:numPr>
        <w:numId w:val="3"/>
      </w:numPr>
      <w:pBdr>
        <w:top w:val="single" w:sz="6" w:space="1" w:color="auto"/>
        <w:between w:val="single" w:sz="6" w:space="1" w:color="auto"/>
      </w:pBdr>
      <w:spacing w:before="60" w:after="0" w:line="6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Step3">
    <w:name w:val="Step 3"/>
    <w:next w:val="TopicText"/>
    <w:rsid w:val="00C91B68"/>
    <w:pPr>
      <w:numPr>
        <w:ilvl w:val="4"/>
        <w:numId w:val="3"/>
      </w:numPr>
      <w:tabs>
        <w:tab w:val="num" w:pos="360"/>
      </w:tabs>
      <w:spacing w:after="0" w:line="240" w:lineRule="auto"/>
      <w:ind w:left="0" w:firstLine="0"/>
    </w:pPr>
    <w:rPr>
      <w:rFonts w:ascii="Arial" w:eastAsia="Times New Roman" w:hAnsi="Arial" w:cs="Times New Roman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741A1"/>
    <w:pPr>
      <w:shd w:val="clear" w:color="auto" w:fill="FFC000"/>
      <w:contextualSpacing/>
    </w:pPr>
    <w:rPr>
      <w:rFonts w:eastAsiaTheme="majorEastAsia" w:cstheme="majorBidi"/>
      <w:b/>
      <w:smallCaps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41A1"/>
    <w:rPr>
      <w:rFonts w:ascii="Arial" w:eastAsiaTheme="majorEastAsia" w:hAnsi="Arial" w:cstheme="majorBidi"/>
      <w:b/>
      <w:smallCaps/>
      <w:spacing w:val="-10"/>
      <w:kern w:val="28"/>
      <w:sz w:val="56"/>
      <w:szCs w:val="56"/>
      <w:shd w:val="clear" w:color="auto" w:fill="FFC000"/>
    </w:rPr>
  </w:style>
  <w:style w:type="character" w:styleId="PlaceholderText">
    <w:name w:val="Placeholder Text"/>
    <w:basedOn w:val="DefaultParagraphFont"/>
    <w:uiPriority w:val="99"/>
    <w:semiHidden/>
    <w:rsid w:val="00F55CC4"/>
    <w:rPr>
      <w:color w:val="808080"/>
    </w:rPr>
  </w:style>
  <w:style w:type="paragraph" w:styleId="ListParagraph">
    <w:name w:val="List Paragraph"/>
    <w:basedOn w:val="Normal"/>
    <w:uiPriority w:val="34"/>
    <w:qFormat/>
    <w:rsid w:val="007602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6E8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D4762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1158D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47C17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22288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40CBF"/>
    <w:rPr>
      <w:color w:val="954F72" w:themeColor="followedHyperlink"/>
      <w:u w:val="single"/>
    </w:rPr>
  </w:style>
  <w:style w:type="table" w:styleId="PlainTable4">
    <w:name w:val="Plain Table 4"/>
    <w:basedOn w:val="TableNormal"/>
    <w:uiPriority w:val="44"/>
    <w:rsid w:val="00185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185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End">
    <w:name w:val="Table End"/>
    <w:qFormat/>
    <w:rsid w:val="005966FC"/>
    <w:pPr>
      <w:spacing w:after="0" w:line="240" w:lineRule="auto"/>
    </w:pPr>
    <w:rPr>
      <w:rFonts w:ascii="Arial" w:eastAsia="Times New Roman" w:hAnsi="Arial" w:cs="Times New Roman"/>
      <w:noProof/>
      <w:sz w:val="2"/>
      <w:szCs w:val="24"/>
    </w:rPr>
  </w:style>
  <w:style w:type="paragraph" w:customStyle="1" w:styleId="TableHeadings">
    <w:name w:val="Table Headings"/>
    <w:next w:val="TopicText"/>
    <w:rsid w:val="005966FC"/>
    <w:pPr>
      <w:spacing w:after="0" w:line="24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terTable">
    <w:name w:val="After Table"/>
    <w:rsid w:val="005966FC"/>
    <w:pPr>
      <w:spacing w:after="0" w:line="240" w:lineRule="auto"/>
      <w:ind w:left="1440"/>
    </w:pPr>
    <w:rPr>
      <w:rFonts w:ascii="Arial" w:eastAsia="Times New Roman" w:hAnsi="Arial" w:cs="Times New Roman"/>
      <w:sz w:val="12"/>
    </w:rPr>
  </w:style>
  <w:style w:type="table" w:customStyle="1" w:styleId="TrainingTable">
    <w:name w:val="Training Table"/>
    <w:basedOn w:val="TableNormal"/>
    <w:uiPriority w:val="99"/>
    <w:rsid w:val="005966FC"/>
    <w:pPr>
      <w:spacing w:after="0" w:line="276" w:lineRule="auto"/>
    </w:pPr>
    <w:rPr>
      <w:rFonts w:ascii="Arial" w:eastAsia="Times New Roman" w:hAnsi="Arial" w:cs="Times New Roman"/>
      <w:szCs w:val="20"/>
    </w:rPr>
    <w:tblPr>
      <w:tblStyleRowBandSize w:val="1"/>
      <w:tblInd w:w="1555" w:type="dxa"/>
      <w:tblBorders>
        <w:top w:val="single" w:sz="12" w:space="0" w:color="525252" w:themeColor="accent3" w:themeShade="80"/>
        <w:bottom w:val="single" w:sz="12" w:space="0" w:color="525252" w:themeColor="accent3" w:themeShade="80"/>
      </w:tblBorders>
    </w:tblPr>
    <w:trPr>
      <w:cantSplit/>
    </w:trPr>
    <w:tblStylePr w:type="firstRow">
      <w:tblPr/>
      <w:tcPr>
        <w:tcBorders>
          <w:bottom w:val="single" w:sz="12" w:space="0" w:color="525252" w:themeColor="accent3" w:themeShade="80"/>
        </w:tcBorders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966F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5966FC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5966FC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5966FC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5966FC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5966FC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5966FC"/>
    <w:pPr>
      <w:ind w:left="1760"/>
    </w:pPr>
    <w:rPr>
      <w:rFonts w:asciiTheme="minorHAnsi" w:hAnsiTheme="minorHAnsi" w:cstheme="minorHAnsi"/>
      <w:sz w:val="18"/>
      <w:szCs w:val="18"/>
    </w:rPr>
  </w:style>
  <w:style w:type="table" w:styleId="GridTable5Dark-Accent4">
    <w:name w:val="Grid Table 5 Dark Accent 4"/>
    <w:basedOn w:val="TableNormal"/>
    <w:uiPriority w:val="50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3-Accent4">
    <w:name w:val="Grid Table 3 Accent 4"/>
    <w:basedOn w:val="TableNormal"/>
    <w:uiPriority w:val="48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A17D1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4">
    <w:name w:val="List Table 4 Accent 4"/>
    <w:basedOn w:val="TableNormal"/>
    <w:uiPriority w:val="49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MediumShading2-Accent4">
    <w:name w:val="Medium Shading 2 Accent 4"/>
    <w:basedOn w:val="TableNormal"/>
    <w:uiPriority w:val="64"/>
    <w:rsid w:val="00417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UnitText">
    <w:name w:val="Unit Text"/>
    <w:rsid w:val="004179B4"/>
    <w:pPr>
      <w:spacing w:after="120" w:line="276" w:lineRule="auto"/>
      <w:contextualSpacing/>
    </w:pPr>
    <w:rPr>
      <w:rFonts w:ascii="Arial" w:eastAsia="Times New Roman" w:hAnsi="Arial" w:cs="Times New Roman"/>
    </w:rPr>
  </w:style>
  <w:style w:type="table" w:styleId="GridTable1Light-Accent4">
    <w:name w:val="Grid Table 1 Light Accent 4"/>
    <w:basedOn w:val="TableNormal"/>
    <w:uiPriority w:val="46"/>
    <w:rsid w:val="00D8208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6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792z543\Documents\Custom%20Office%20Templates\Guide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8282A-0792-4AD2-9E4D-D12A3518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GuideTemplate.dotx</Template>
  <TotalTime>11</TotalTime>
  <Pages>3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State University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2</cp:revision>
  <cp:lastPrinted>2018-06-22T21:09:00Z</cp:lastPrinted>
  <dcterms:created xsi:type="dcterms:W3CDTF">2019-08-07T19:27:00Z</dcterms:created>
  <dcterms:modified xsi:type="dcterms:W3CDTF">2019-08-07T19:38:00Z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